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65C" w:rsidRDefault="000603B6" w:rsidP="000603B6">
      <w:pPr>
        <w:jc w:val="center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>Thomas the great</w:t>
      </w:r>
    </w:p>
    <w:p w:rsidR="004F3132" w:rsidRPr="0029396B" w:rsidRDefault="000603B6" w:rsidP="000603B6">
      <w:pPr>
        <w:jc w:val="center"/>
        <w:rPr>
          <w:i/>
          <w:sz w:val="32"/>
          <w:szCs w:val="32"/>
        </w:rPr>
      </w:pPr>
      <w:r w:rsidRPr="0029396B">
        <w:rPr>
          <w:i/>
          <w:sz w:val="32"/>
          <w:szCs w:val="32"/>
        </w:rPr>
        <w:t xml:space="preserve">In ancient Paris a long time ago there was an oracle called </w:t>
      </w:r>
      <w:r w:rsidR="004F3132" w:rsidRPr="0029396B">
        <w:rPr>
          <w:i/>
          <w:sz w:val="32"/>
          <w:szCs w:val="32"/>
        </w:rPr>
        <w:t>lira. And</w:t>
      </w:r>
      <w:r>
        <w:rPr>
          <w:i/>
          <w:sz w:val="36"/>
          <w:szCs w:val="36"/>
        </w:rPr>
        <w:t xml:space="preserve"> </w:t>
      </w:r>
      <w:r w:rsidRPr="0029396B">
        <w:rPr>
          <w:i/>
          <w:sz w:val="32"/>
          <w:szCs w:val="32"/>
        </w:rPr>
        <w:t xml:space="preserve">there was a big </w:t>
      </w:r>
      <w:r w:rsidR="004F3132" w:rsidRPr="0029396B">
        <w:rPr>
          <w:i/>
          <w:sz w:val="32"/>
          <w:szCs w:val="32"/>
        </w:rPr>
        <w:t>soccer game coming up and the ev</w:t>
      </w:r>
      <w:r w:rsidR="00D35983" w:rsidRPr="0029396B">
        <w:rPr>
          <w:i/>
          <w:sz w:val="32"/>
          <w:szCs w:val="32"/>
        </w:rPr>
        <w:t>il leprechaun had kidnapped her a</w:t>
      </w:r>
      <w:r w:rsidR="004F3132" w:rsidRPr="0029396B">
        <w:rPr>
          <w:i/>
          <w:sz w:val="32"/>
          <w:szCs w:val="32"/>
        </w:rPr>
        <w:t xml:space="preserve">nd </w:t>
      </w:r>
      <w:r w:rsidR="00D35983" w:rsidRPr="0029396B">
        <w:rPr>
          <w:i/>
          <w:sz w:val="32"/>
          <w:szCs w:val="32"/>
        </w:rPr>
        <w:t>poisoned</w:t>
      </w:r>
      <w:r w:rsidR="004F3132" w:rsidRPr="0029396B">
        <w:rPr>
          <w:i/>
          <w:sz w:val="32"/>
          <w:szCs w:val="32"/>
        </w:rPr>
        <w:t xml:space="preserve"> her.</w:t>
      </w:r>
    </w:p>
    <w:p w:rsidR="004F3132" w:rsidRPr="0029396B" w:rsidRDefault="00352D85" w:rsidP="000603B6">
      <w:pPr>
        <w:jc w:val="center"/>
        <w:rPr>
          <w:i/>
          <w:sz w:val="32"/>
          <w:szCs w:val="32"/>
        </w:rPr>
      </w:pPr>
      <w:r w:rsidRPr="0029396B">
        <w:rPr>
          <w:i/>
          <w:sz w:val="32"/>
          <w:szCs w:val="32"/>
        </w:rPr>
        <w:t xml:space="preserve"> </w:t>
      </w:r>
    </w:p>
    <w:p w:rsidR="009C1274" w:rsidRPr="0029396B" w:rsidRDefault="004F3132" w:rsidP="000603B6">
      <w:pPr>
        <w:jc w:val="center"/>
        <w:rPr>
          <w:i/>
          <w:sz w:val="32"/>
          <w:szCs w:val="32"/>
        </w:rPr>
      </w:pPr>
      <w:r w:rsidRPr="0029396B">
        <w:rPr>
          <w:i/>
          <w:sz w:val="32"/>
          <w:szCs w:val="32"/>
        </w:rPr>
        <w:t>The evil</w:t>
      </w:r>
      <w:r w:rsidR="00352D85" w:rsidRPr="0029396B">
        <w:rPr>
          <w:i/>
          <w:sz w:val="32"/>
          <w:szCs w:val="32"/>
        </w:rPr>
        <w:t xml:space="preserve"> </w:t>
      </w:r>
      <w:r w:rsidRPr="0029396B">
        <w:rPr>
          <w:i/>
          <w:sz w:val="32"/>
          <w:szCs w:val="32"/>
        </w:rPr>
        <w:t>leprechaun</w:t>
      </w:r>
      <w:r w:rsidR="00352D85" w:rsidRPr="0029396B">
        <w:rPr>
          <w:i/>
          <w:sz w:val="32"/>
          <w:szCs w:val="32"/>
        </w:rPr>
        <w:t xml:space="preserve"> has dull gold teeth, gold hair, pink shoes, and a four-leaf clover on his </w:t>
      </w:r>
      <w:r w:rsidR="0089043F" w:rsidRPr="0029396B">
        <w:rPr>
          <w:i/>
          <w:sz w:val="32"/>
          <w:szCs w:val="32"/>
        </w:rPr>
        <w:t xml:space="preserve">t-shirt, blue pants and a limp on his left </w:t>
      </w:r>
      <w:r w:rsidR="009C1274" w:rsidRPr="0029396B">
        <w:rPr>
          <w:i/>
          <w:sz w:val="32"/>
          <w:szCs w:val="32"/>
        </w:rPr>
        <w:t>foot.</w:t>
      </w:r>
    </w:p>
    <w:p w:rsidR="009C1274" w:rsidRPr="0029396B" w:rsidRDefault="009C1274" w:rsidP="000603B6">
      <w:pPr>
        <w:jc w:val="center"/>
        <w:rPr>
          <w:i/>
          <w:sz w:val="32"/>
          <w:szCs w:val="32"/>
        </w:rPr>
      </w:pPr>
    </w:p>
    <w:p w:rsidR="00630731" w:rsidRDefault="009C1274" w:rsidP="000603B6">
      <w:pPr>
        <w:jc w:val="center"/>
        <w:rPr>
          <w:i/>
          <w:sz w:val="36"/>
          <w:szCs w:val="36"/>
        </w:rPr>
      </w:pPr>
      <w:r w:rsidRPr="0029396B">
        <w:rPr>
          <w:i/>
          <w:sz w:val="32"/>
          <w:szCs w:val="32"/>
        </w:rPr>
        <w:t>Then he took her to the labyrinth</w:t>
      </w:r>
      <w:r w:rsidR="00BB3479" w:rsidRPr="0029396B">
        <w:rPr>
          <w:i/>
          <w:sz w:val="32"/>
          <w:szCs w:val="32"/>
        </w:rPr>
        <w:t xml:space="preserve"> and put her in a tower. Then Thomas hopped on</w:t>
      </w:r>
      <w:r w:rsidR="00736CF4" w:rsidRPr="0029396B">
        <w:rPr>
          <w:i/>
          <w:sz w:val="32"/>
          <w:szCs w:val="32"/>
        </w:rPr>
        <w:t xml:space="preserve"> rainbow and went to the labyri</w:t>
      </w:r>
      <w:r w:rsidR="00BB3479" w:rsidRPr="0029396B">
        <w:rPr>
          <w:i/>
          <w:sz w:val="32"/>
          <w:szCs w:val="32"/>
        </w:rPr>
        <w:t>nth</w:t>
      </w:r>
      <w:r w:rsidR="00736CF4" w:rsidRPr="0029396B">
        <w:rPr>
          <w:i/>
          <w:sz w:val="32"/>
          <w:szCs w:val="32"/>
        </w:rPr>
        <w:t xml:space="preserve"> when he got there he found a ball of yearn it lead to the door when he opened the door the yearn went in.When he went in he spotted a shadow there was a tine old man his name was hobbit</w:t>
      </w:r>
      <w:r w:rsidR="00F01B31" w:rsidRPr="0029396B">
        <w:rPr>
          <w:i/>
          <w:sz w:val="32"/>
          <w:szCs w:val="32"/>
        </w:rPr>
        <w:t xml:space="preserve"> before I knew it there was a silver bow and arrow he said thank you and  followed the string when he got to the palace there was a feast</w:t>
      </w:r>
      <w:r w:rsidR="00447C15" w:rsidRPr="0029396B">
        <w:rPr>
          <w:i/>
          <w:sz w:val="32"/>
          <w:szCs w:val="32"/>
        </w:rPr>
        <w:t xml:space="preserve"> but then  his pet rainbow sniffed it and said poison and then  a giant bee appeared and it was a heroic battle but in the end Thomas won</w:t>
      </w:r>
      <w:r w:rsidR="00630731" w:rsidRPr="0029396B">
        <w:rPr>
          <w:i/>
          <w:sz w:val="32"/>
          <w:szCs w:val="32"/>
        </w:rPr>
        <w:t xml:space="preserve"> and got the potion  and went up and saved lira</w:t>
      </w:r>
      <w:r w:rsidR="00D35983">
        <w:rPr>
          <w:i/>
          <w:sz w:val="36"/>
          <w:szCs w:val="36"/>
        </w:rPr>
        <w:t>.</w:t>
      </w:r>
    </w:p>
    <w:p w:rsidR="00630731" w:rsidRDefault="00630731" w:rsidP="000603B6">
      <w:pPr>
        <w:jc w:val="center"/>
        <w:rPr>
          <w:i/>
          <w:sz w:val="36"/>
          <w:szCs w:val="36"/>
        </w:rPr>
      </w:pPr>
    </w:p>
    <w:p w:rsidR="00630731" w:rsidRDefault="00630731" w:rsidP="000603B6">
      <w:pPr>
        <w:jc w:val="center"/>
        <w:rPr>
          <w:i/>
          <w:sz w:val="36"/>
          <w:szCs w:val="36"/>
        </w:rPr>
      </w:pPr>
    </w:p>
    <w:p w:rsidR="00D35983" w:rsidRDefault="00D35983" w:rsidP="00630731">
      <w:pPr>
        <w:rPr>
          <w:i/>
          <w:sz w:val="36"/>
          <w:szCs w:val="36"/>
          <w14:glow w14:rad="228600">
            <w14:schemeClr w14:val="accent3">
              <w14:alpha w14:val="60000"/>
              <w14:satMod w14:val="175000"/>
            </w14:schemeClr>
          </w14:glow>
          <w14:reflection w14:blurRad="6350" w14:stA="55000" w14:stPos="0" w14:endA="50" w14:endPos="85000" w14:dist="60007" w14:dir="5400000" w14:fadeDir="5400000" w14:sx="100000" w14:sy="-100000" w14:kx="0" w14:ky="0" w14:algn="bl"/>
        </w:rPr>
      </w:pPr>
      <w:r>
        <w:rPr>
          <w:i/>
          <w:sz w:val="36"/>
          <w:szCs w:val="36"/>
          <w14:glow w14:rad="228600">
            <w14:schemeClr w14:val="accent3">
              <w14:alpha w14:val="60000"/>
              <w14:satMod w14:val="175000"/>
            </w14:schemeClr>
          </w14:glow>
          <w14:reflection w14:blurRad="6350" w14:stA="55000" w14:stPos="0" w14:endA="50" w14:endPos="85000" w14:dist="60007" w14:dir="5400000" w14:fadeDir="5400000" w14:sx="100000" w14:sy="-100000" w14:kx="0" w14:ky="0" w14:algn="bl"/>
        </w:rPr>
        <w:t>By Thomas</w:t>
      </w:r>
    </w:p>
    <w:p w:rsidR="004F3132" w:rsidRDefault="00630731" w:rsidP="00630731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</w:t>
      </w:r>
    </w:p>
    <w:p w:rsidR="0089043F" w:rsidRDefault="0089043F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  <w:bookmarkStart w:id="0" w:name="_GoBack"/>
      <w:bookmarkEnd w:id="0"/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89043F" w:rsidP="00BB3479">
      <w:pPr>
        <w:rPr>
          <w:i/>
          <w:sz w:val="36"/>
          <w:szCs w:val="36"/>
        </w:rPr>
      </w:pPr>
      <w:r>
        <w:rPr>
          <w:i/>
          <w:sz w:val="36"/>
          <w:szCs w:val="36"/>
        </w:rPr>
        <w:br/>
      </w: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352D85" w:rsidRDefault="00352D85" w:rsidP="000603B6">
      <w:pPr>
        <w:jc w:val="center"/>
        <w:rPr>
          <w:i/>
          <w:sz w:val="36"/>
          <w:szCs w:val="36"/>
        </w:rPr>
      </w:pPr>
    </w:p>
    <w:p w:rsidR="000603B6" w:rsidRDefault="004F3132" w:rsidP="000603B6">
      <w:pPr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</w:t>
      </w:r>
      <w:r w:rsidR="000603B6">
        <w:rPr>
          <w:i/>
          <w:sz w:val="36"/>
          <w:szCs w:val="36"/>
        </w:rPr>
        <w:t xml:space="preserve">  </w:t>
      </w: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Default="000603B6" w:rsidP="000603B6">
      <w:pPr>
        <w:jc w:val="center"/>
        <w:rPr>
          <w:i/>
          <w:sz w:val="36"/>
          <w:szCs w:val="36"/>
        </w:rPr>
      </w:pPr>
    </w:p>
    <w:p w:rsidR="000603B6" w:rsidRPr="000603B6" w:rsidRDefault="000603B6" w:rsidP="000603B6">
      <w:pPr>
        <w:jc w:val="center"/>
        <w:rPr>
          <w:i/>
          <w:sz w:val="36"/>
          <w:szCs w:val="36"/>
        </w:rPr>
      </w:pPr>
    </w:p>
    <w:sectPr w:rsidR="000603B6" w:rsidRPr="000603B6" w:rsidSect="000603B6">
      <w:pgSz w:w="11906" w:h="16838"/>
      <w:pgMar w:top="1440" w:right="1440" w:bottom="144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B6"/>
    <w:rsid w:val="000603B6"/>
    <w:rsid w:val="0029396B"/>
    <w:rsid w:val="00352D85"/>
    <w:rsid w:val="00447C15"/>
    <w:rsid w:val="004F3132"/>
    <w:rsid w:val="00630731"/>
    <w:rsid w:val="006B3056"/>
    <w:rsid w:val="00736CF4"/>
    <w:rsid w:val="0089043F"/>
    <w:rsid w:val="00927BBF"/>
    <w:rsid w:val="009C1274"/>
    <w:rsid w:val="00BB3479"/>
    <w:rsid w:val="00D35983"/>
    <w:rsid w:val="00F0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F71292DF</Template>
  <TotalTime>119</TotalTime>
  <Pages>9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3</cp:revision>
  <dcterms:created xsi:type="dcterms:W3CDTF">2011-07-12T21:57:00Z</dcterms:created>
  <dcterms:modified xsi:type="dcterms:W3CDTF">2011-07-13T22:39:00Z</dcterms:modified>
</cp:coreProperties>
</file>